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67B" w14:paraId="030F6D3F" w14:textId="77777777" w:rsidTr="00146EEC">
        <w:tc>
          <w:tcPr>
            <w:tcW w:w="2689" w:type="dxa"/>
          </w:tcPr>
          <w:p w14:paraId="6BD4077A" w14:textId="66715252" w:rsidR="00A7067B" w:rsidRPr="00EC1089" w:rsidRDefault="00A7067B" w:rsidP="00EC1089">
            <w:r>
              <w:t xml:space="preserve">Release </w:t>
            </w:r>
            <w:r w:rsidR="00370052">
              <w:t>1</w:t>
            </w:r>
          </w:p>
        </w:tc>
        <w:tc>
          <w:tcPr>
            <w:tcW w:w="6939" w:type="dxa"/>
          </w:tcPr>
          <w:p w14:paraId="402FC117" w14:textId="246FFC77" w:rsidR="00A7067B" w:rsidRPr="00EC1089" w:rsidRDefault="00A7067B" w:rsidP="00EC1089"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370052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4C180C55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FE0D0D">
              <w:t>3</w:t>
            </w:r>
            <w:r w:rsidR="008E1472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539402F1" w:rsidR="00F1480E" w:rsidRPr="000754EC" w:rsidRDefault="00FE0D0D" w:rsidP="00EC0493">
            <w:pPr>
              <w:pStyle w:val="SIUnittitle"/>
            </w:pPr>
            <w:r w:rsidRPr="00FE0D0D">
              <w:t xml:space="preserve">Prepare </w:t>
            </w:r>
            <w:r w:rsidR="00FB6635">
              <w:t>s</w:t>
            </w:r>
            <w:r w:rsidRPr="00FE0D0D">
              <w:t>ketches and drawings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8A7EF19" w14:textId="115FCEE7" w:rsidR="00FE0D0D" w:rsidRPr="00FE0D0D" w:rsidRDefault="00FE0D0D" w:rsidP="00BB34C6">
            <w:r w:rsidRPr="00FE0D0D">
              <w:t xml:space="preserve">This unit of competency describes the </w:t>
            </w:r>
            <w:r w:rsidR="00174B6D">
              <w:t>s</w:t>
            </w:r>
            <w:r w:rsidR="006B7AC6">
              <w:t>kills and knowledge</w:t>
            </w:r>
            <w:r w:rsidR="006B7AC6" w:rsidRPr="00FE0D0D">
              <w:t xml:space="preserve"> </w:t>
            </w:r>
            <w:r w:rsidRPr="00FE0D0D">
              <w:t>required to</w:t>
            </w:r>
            <w:r w:rsidR="00374D5A">
              <w:t xml:space="preserve"> identifying drawing</w:t>
            </w:r>
            <w:r w:rsidR="00374D5A" w:rsidRPr="00FE0D0D">
              <w:t xml:space="preserve"> conventions</w:t>
            </w:r>
            <w:r w:rsidR="00CC622A">
              <w:t xml:space="preserve">, </w:t>
            </w:r>
            <w:r w:rsidR="00BB34C6">
              <w:t xml:space="preserve">structure </w:t>
            </w:r>
            <w:r w:rsidR="00CC622A">
              <w:t>design</w:t>
            </w:r>
            <w:r w:rsidR="00374D5A">
              <w:t xml:space="preserve"> details and </w:t>
            </w:r>
            <w:r w:rsidR="00374D5A" w:rsidRPr="00FE0D0D">
              <w:t>dimensions</w:t>
            </w:r>
            <w:r w:rsidR="00374D5A">
              <w:t xml:space="preserve"> from construct plans</w:t>
            </w:r>
            <w:r w:rsidR="00BB34C6">
              <w:t xml:space="preserve"> and applying that information to prepare sketches and drawings that inform the fabrication plans.</w:t>
            </w:r>
            <w:r w:rsidRPr="00FE0D0D">
              <w:t xml:space="preserve"> </w:t>
            </w:r>
          </w:p>
          <w:p w14:paraId="6502CA1F" w14:textId="77777777" w:rsidR="00FE0D0D" w:rsidRPr="00FE0D0D" w:rsidRDefault="00FE0D0D" w:rsidP="00FE0D0D">
            <w:r w:rsidRPr="00FE0D0D">
              <w:t>Work is completed in a forest products office setting.</w:t>
            </w:r>
          </w:p>
          <w:p w14:paraId="1F252246" w14:textId="02EA992C" w:rsidR="00FE0D0D" w:rsidRDefault="00FE0D0D" w:rsidP="00FE0D0D">
            <w:r w:rsidRPr="00FE0D0D">
              <w:t xml:space="preserve">The unit applies to </w:t>
            </w:r>
            <w:r w:rsidR="005951DE">
              <w:t>t</w:t>
            </w:r>
            <w:r w:rsidRPr="00FE0D0D">
              <w:t xml:space="preserve">imber </w:t>
            </w:r>
            <w:r w:rsidR="005951DE">
              <w:t>a</w:t>
            </w:r>
            <w:r w:rsidRPr="00FE0D0D">
              <w:t>dvisor</w:t>
            </w:r>
            <w:r w:rsidR="00193076">
              <w:t>s</w:t>
            </w:r>
            <w:r w:rsidRPr="00FE0D0D">
              <w:t xml:space="preserve">, </w:t>
            </w:r>
            <w:r w:rsidR="005951DE">
              <w:t>c</w:t>
            </w:r>
            <w:r w:rsidRPr="00FE0D0D">
              <w:t>ustomer</w:t>
            </w:r>
            <w:r w:rsidR="005951DE">
              <w:t xml:space="preserve"> s</w:t>
            </w:r>
            <w:r w:rsidRPr="00FE0D0D">
              <w:t xml:space="preserve">ervice </w:t>
            </w:r>
            <w:r w:rsidR="005951DE">
              <w:t>o</w:t>
            </w:r>
            <w:r w:rsidRPr="00FE0D0D">
              <w:t>fficer</w:t>
            </w:r>
            <w:r w:rsidR="00193076">
              <w:t>s</w:t>
            </w:r>
            <w:r w:rsidRPr="00FE0D0D">
              <w:t xml:space="preserve">, </w:t>
            </w:r>
            <w:r w:rsidR="005951DE">
              <w:t>t</w:t>
            </w:r>
            <w:r w:rsidRPr="00FE0D0D">
              <w:t xml:space="preserve">imber </w:t>
            </w:r>
            <w:r w:rsidR="005951DE">
              <w:t>f</w:t>
            </w:r>
            <w:r w:rsidRPr="00FE0D0D">
              <w:t>abricator</w:t>
            </w:r>
            <w:r w:rsidR="00193076">
              <w:t>s</w:t>
            </w:r>
            <w:r w:rsidRPr="00FE0D0D">
              <w:t>.</w:t>
            </w:r>
          </w:p>
          <w:p w14:paraId="47304AF9" w14:textId="3FE49522" w:rsidR="00174B6D" w:rsidRPr="00FE0D0D" w:rsidRDefault="00174B6D" w:rsidP="00FE0D0D">
            <w:r w:rsidRPr="00143313">
              <w:rPr>
                <w:iCs/>
                <w:szCs w:val="20"/>
                <w:lang w:eastAsia="en-GB"/>
              </w:rPr>
              <w:t>A person working at this level would be expected to take responsibility for organising and completing tasks assigned to them without close supervision.</w:t>
            </w:r>
          </w:p>
          <w:p w14:paraId="216189FE" w14:textId="7D02E0C2" w:rsidR="00373436" w:rsidRPr="000754EC" w:rsidRDefault="00FE0D0D" w:rsidP="00FE0D0D">
            <w:r w:rsidRPr="00FE0D0D">
              <w:t>No licensing, legislative,</w:t>
            </w:r>
            <w:r w:rsidR="00436BFA">
              <w:t xml:space="preserve"> </w:t>
            </w:r>
            <w:r w:rsidRPr="00FE0D0D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72756005" w:rsidR="00F1480E" w:rsidRPr="000754EC" w:rsidRDefault="00FE0D0D" w:rsidP="00C12573">
            <w:r>
              <w:t xml:space="preserve">Common </w:t>
            </w:r>
            <w:r w:rsidR="00A7067B">
              <w:t>t</w:t>
            </w:r>
            <w:r>
              <w:t>echnical</w:t>
            </w:r>
            <w:r w:rsidR="00A7067B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E0D0D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1BF1A62A" w:rsidR="00FE0D0D" w:rsidRPr="00FE0D0D" w:rsidRDefault="00FE0D0D" w:rsidP="00215D3F">
            <w:r w:rsidRPr="00FE0D0D">
              <w:t xml:space="preserve">1. </w:t>
            </w:r>
            <w:r w:rsidR="00215D3F">
              <w:t>Plan</w:t>
            </w:r>
            <w:r w:rsidR="007A0D17">
              <w:t xml:space="preserve"> the</w:t>
            </w:r>
            <w:r w:rsidR="00215D3F">
              <w:t xml:space="preserve"> work</w:t>
            </w:r>
          </w:p>
        </w:tc>
        <w:tc>
          <w:tcPr>
            <w:tcW w:w="3604" w:type="pct"/>
            <w:shd w:val="clear" w:color="auto" w:fill="auto"/>
          </w:tcPr>
          <w:p w14:paraId="6B32CA2D" w14:textId="640B5C58" w:rsidR="00215D3F" w:rsidRPr="00FE0D0D" w:rsidRDefault="00FE0D0D" w:rsidP="00370052">
            <w:r w:rsidRPr="00FE0D0D">
              <w:t xml:space="preserve">1.1 </w:t>
            </w:r>
            <w:r w:rsidR="008E66D8">
              <w:t>Read</w:t>
            </w:r>
            <w:r w:rsidR="00215D3F">
              <w:t xml:space="preserve"> and </w:t>
            </w:r>
            <w:r w:rsidR="00215D3F" w:rsidRPr="00FE0D0D">
              <w:t>follow organisational policies and procedures relevan</w:t>
            </w:r>
            <w:r w:rsidR="00CD5BE3">
              <w:t xml:space="preserve">t to preparing </w:t>
            </w:r>
            <w:r w:rsidR="00215D3F" w:rsidRPr="00FE0D0D">
              <w:t>sketches and drawings</w:t>
            </w:r>
          </w:p>
          <w:p w14:paraId="7BF3C33C" w14:textId="49A879A9" w:rsidR="001733EE" w:rsidRDefault="00215D3F" w:rsidP="00370052">
            <w:r>
              <w:t xml:space="preserve">1.2 </w:t>
            </w:r>
            <w:r w:rsidR="001733EE">
              <w:t>Source relevant info</w:t>
            </w:r>
            <w:r w:rsidR="008E66D8">
              <w:t>rmation and measurement</w:t>
            </w:r>
            <w:r w:rsidR="0059344A">
              <w:t>s</w:t>
            </w:r>
            <w:r w:rsidR="008E66D8">
              <w:t xml:space="preserve"> from construction plans or</w:t>
            </w:r>
            <w:r w:rsidR="001733EE">
              <w:t xml:space="preserve"> on-site measurement</w:t>
            </w:r>
            <w:r w:rsidR="008E66D8">
              <w:t>s</w:t>
            </w:r>
            <w:r w:rsidR="001733EE">
              <w:t xml:space="preserve"> </w:t>
            </w:r>
          </w:p>
          <w:p w14:paraId="05061200" w14:textId="6D5BEB33" w:rsidR="00291DA2" w:rsidRDefault="00FE0D0D" w:rsidP="00370052">
            <w:r w:rsidRPr="00FE0D0D">
              <w:t>1.</w:t>
            </w:r>
            <w:r w:rsidR="0043715D">
              <w:t xml:space="preserve">3 </w:t>
            </w:r>
            <w:r w:rsidR="00291DA2" w:rsidRPr="00FE0D0D">
              <w:t>Identi</w:t>
            </w:r>
            <w:r w:rsidR="00BC0628">
              <w:t>fy areas of insufficient detail</w:t>
            </w:r>
            <w:r w:rsidR="00291DA2">
              <w:t xml:space="preserve"> </w:t>
            </w:r>
            <w:r w:rsidR="001F24AC">
              <w:t xml:space="preserve">and </w:t>
            </w:r>
            <w:r w:rsidR="008B5193">
              <w:t>any inconsistencies</w:t>
            </w:r>
          </w:p>
          <w:p w14:paraId="763FAB54" w14:textId="77777777" w:rsidR="008251FF" w:rsidRDefault="00291DA2" w:rsidP="00370052">
            <w:r>
              <w:t>1.</w:t>
            </w:r>
            <w:r w:rsidR="008B5193">
              <w:t>4</w:t>
            </w:r>
            <w:r>
              <w:t xml:space="preserve"> </w:t>
            </w:r>
            <w:r w:rsidR="0059344A">
              <w:t xml:space="preserve">Check </w:t>
            </w:r>
            <w:r w:rsidR="00150FE4">
              <w:t>details</w:t>
            </w:r>
            <w:r w:rsidR="0059344A" w:rsidRPr="00FE0D0D">
              <w:t xml:space="preserve">, </w:t>
            </w:r>
            <w:r w:rsidR="0059344A">
              <w:t xml:space="preserve">dimensions, material type and design for </w:t>
            </w:r>
            <w:r w:rsidR="002776E3">
              <w:t>accuracy</w:t>
            </w:r>
          </w:p>
          <w:p w14:paraId="46D92966" w14:textId="16AF052F" w:rsidR="00EA6FDF" w:rsidRPr="00FE0D0D" w:rsidRDefault="00EA6FDF" w:rsidP="00370052">
            <w:r>
              <w:t xml:space="preserve">1.5 Determine sketch and drawing type suitable to represent and </w:t>
            </w:r>
            <w:r w:rsidRPr="00FE0D0D">
              <w:t>clear</w:t>
            </w:r>
            <w:r>
              <w:t>ly</w:t>
            </w:r>
            <w:r w:rsidRPr="00FE0D0D">
              <w:t xml:space="preserve"> communi</w:t>
            </w:r>
            <w:r>
              <w:t>cate design</w:t>
            </w:r>
          </w:p>
        </w:tc>
      </w:tr>
      <w:tr w:rsidR="00FE0D0D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7A5AF231" w:rsidR="00FE0D0D" w:rsidRPr="00FE0D0D" w:rsidRDefault="00FE0D0D" w:rsidP="00884F2E">
            <w:r w:rsidRPr="00FE0D0D">
              <w:t xml:space="preserve">2. </w:t>
            </w:r>
            <w:r w:rsidR="00884F2E">
              <w:t>Confirm information</w:t>
            </w:r>
            <w:r w:rsidR="00C051A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9884287" w14:textId="3C369F3B" w:rsidR="00FE0D0D" w:rsidRPr="00FE0D0D" w:rsidRDefault="0059344A" w:rsidP="00FE0D0D">
            <w:r>
              <w:t>2</w:t>
            </w:r>
            <w:r w:rsidR="00EA6FDF">
              <w:t>.1 Identify conventions and features to prepare</w:t>
            </w:r>
            <w:r w:rsidR="00EA6FDF" w:rsidRPr="00FE0D0D">
              <w:t xml:space="preserve"> a </w:t>
            </w:r>
            <w:r w:rsidR="00EA6FDF">
              <w:t xml:space="preserve">two dimensional or </w:t>
            </w:r>
            <w:r w:rsidR="00EA6FDF" w:rsidRPr="00FE0D0D">
              <w:t xml:space="preserve">three-dimensional </w:t>
            </w:r>
            <w:r w:rsidR="00EA6FDF">
              <w:t>sketch or drawing</w:t>
            </w:r>
            <w:r w:rsidR="00EA6FDF" w:rsidRPr="00FE0D0D" w:rsidDel="0059344A">
              <w:t xml:space="preserve"> </w:t>
            </w:r>
          </w:p>
          <w:p w14:paraId="4C670048" w14:textId="16876092" w:rsidR="00E671DE" w:rsidRDefault="00FE0D0D" w:rsidP="00E671DE">
            <w:r w:rsidRPr="00FE0D0D">
              <w:t>2.</w:t>
            </w:r>
            <w:r w:rsidR="000D6ECC">
              <w:t>2</w:t>
            </w:r>
            <w:r w:rsidR="002776E3">
              <w:t xml:space="preserve"> </w:t>
            </w:r>
            <w:r w:rsidR="00EA6FDF">
              <w:t xml:space="preserve">Collate information and check interrelationship with construction plans </w:t>
            </w:r>
          </w:p>
          <w:p w14:paraId="1DF4B59F" w14:textId="0200D44E" w:rsidR="00FE0D0D" w:rsidRPr="00FE0D0D" w:rsidRDefault="0059344A" w:rsidP="00EA6FDF">
            <w:r>
              <w:t>2.</w:t>
            </w:r>
            <w:r w:rsidR="000D6ECC">
              <w:t>3</w:t>
            </w:r>
            <w:r>
              <w:t xml:space="preserve"> </w:t>
            </w:r>
            <w:r w:rsidR="00EA6FDF">
              <w:t>Confirm design details with relevant person</w:t>
            </w:r>
            <w:r w:rsidR="00EA6FDF" w:rsidRPr="00FE0D0D" w:rsidDel="00EB2648">
              <w:t xml:space="preserve"> </w:t>
            </w:r>
          </w:p>
        </w:tc>
      </w:tr>
      <w:tr w:rsidR="00FE0D0D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74DD6BEE" w:rsidR="00FE0D0D" w:rsidRPr="00FE0D0D" w:rsidRDefault="00FE0D0D" w:rsidP="00F6114A">
            <w:r w:rsidRPr="00FE0D0D">
              <w:t>3. Prepare sketch</w:t>
            </w:r>
            <w:r w:rsidR="00F6114A">
              <w:t>es</w:t>
            </w:r>
            <w:r w:rsidRPr="00FE0D0D">
              <w:t xml:space="preserve"> </w:t>
            </w:r>
            <w:r w:rsidR="00F6114A">
              <w:t>and</w:t>
            </w:r>
            <w:r w:rsidR="00F6114A" w:rsidRPr="00FE0D0D">
              <w:t xml:space="preserve"> </w:t>
            </w:r>
            <w:r w:rsidRPr="00FE0D0D">
              <w:t>drawing</w:t>
            </w:r>
            <w:r w:rsidR="00F6114A">
              <w:t>s</w:t>
            </w:r>
          </w:p>
        </w:tc>
        <w:tc>
          <w:tcPr>
            <w:tcW w:w="3604" w:type="pct"/>
            <w:shd w:val="clear" w:color="auto" w:fill="auto"/>
          </w:tcPr>
          <w:p w14:paraId="5E80D58D" w14:textId="20E27630" w:rsidR="00EA6FDF" w:rsidRPr="00FE0D0D" w:rsidRDefault="00FE0D0D" w:rsidP="00EA6FDF">
            <w:r w:rsidRPr="00FE0D0D">
              <w:t>3.</w:t>
            </w:r>
            <w:r w:rsidR="009E58B9">
              <w:t>1</w:t>
            </w:r>
            <w:r w:rsidR="009E58B9" w:rsidRPr="00FE0D0D">
              <w:t xml:space="preserve"> </w:t>
            </w:r>
            <w:r w:rsidR="00EA6FDF">
              <w:t>Select and set up appropriate drawing equipment</w:t>
            </w:r>
          </w:p>
          <w:p w14:paraId="061F8A43" w14:textId="4F8D92E1" w:rsidR="00EA6FDF" w:rsidRDefault="004F56D6" w:rsidP="00EA6FDF">
            <w:r>
              <w:t>3.2</w:t>
            </w:r>
            <w:r w:rsidR="00EA6FDF">
              <w:t xml:space="preserve"> S</w:t>
            </w:r>
            <w:r w:rsidR="00EA6FDF" w:rsidRPr="00FE0D0D">
              <w:t>ketch</w:t>
            </w:r>
            <w:r w:rsidR="00EA6FDF">
              <w:t xml:space="preserve"> design and include components, assembly </w:t>
            </w:r>
            <w:r>
              <w:t xml:space="preserve">methods </w:t>
            </w:r>
            <w:r w:rsidR="00EA6FDF">
              <w:t xml:space="preserve">and </w:t>
            </w:r>
            <w:r>
              <w:t xml:space="preserve">necessary </w:t>
            </w:r>
            <w:r w:rsidR="00EA6FDF">
              <w:t>accessories</w:t>
            </w:r>
          </w:p>
          <w:p w14:paraId="745B4842" w14:textId="0548AC37" w:rsidR="00FE0D0D" w:rsidRPr="00FE0D0D" w:rsidRDefault="004F56D6" w:rsidP="00FE0D0D">
            <w:r>
              <w:t xml:space="preserve">3.3 </w:t>
            </w:r>
            <w:r w:rsidR="00FE0D0D" w:rsidRPr="00FE0D0D">
              <w:t>Select drawing views to present required information with minimal drawing complexity</w:t>
            </w:r>
          </w:p>
          <w:p w14:paraId="6CEFF16D" w14:textId="74C41BE2" w:rsidR="00FE0D0D" w:rsidRPr="00FE0D0D" w:rsidRDefault="00FE0D0D" w:rsidP="00FE0D0D">
            <w:r w:rsidRPr="00FE0D0D">
              <w:t>3.</w:t>
            </w:r>
            <w:r w:rsidR="004F56D6">
              <w:t>4</w:t>
            </w:r>
            <w:r w:rsidR="009E58B9" w:rsidRPr="00FE0D0D">
              <w:t xml:space="preserve"> </w:t>
            </w:r>
            <w:r w:rsidR="004F56D6">
              <w:t>Prepare</w:t>
            </w:r>
            <w:r w:rsidRPr="00FE0D0D">
              <w:t xml:space="preserve"> clear and accurate sketches </w:t>
            </w:r>
            <w:r w:rsidR="009E58B9">
              <w:t>and</w:t>
            </w:r>
            <w:r w:rsidR="009E58B9" w:rsidRPr="00FE0D0D">
              <w:t xml:space="preserve"> </w:t>
            </w:r>
            <w:r w:rsidRPr="00FE0D0D">
              <w:t>drawings in line with customer expectations, organisational procedures and industry standards</w:t>
            </w:r>
          </w:p>
          <w:p w14:paraId="4C0DE0B4" w14:textId="226E9F72" w:rsidR="00FE0D0D" w:rsidRPr="00FE0D0D" w:rsidRDefault="00FE0D0D" w:rsidP="00FE0D0D">
            <w:r w:rsidRPr="00FE0D0D">
              <w:t>3.</w:t>
            </w:r>
            <w:r w:rsidR="004F56D6">
              <w:t>5</w:t>
            </w:r>
            <w:r w:rsidR="009E58B9" w:rsidRPr="00FE0D0D">
              <w:t xml:space="preserve"> </w:t>
            </w:r>
            <w:r w:rsidRPr="00FE0D0D">
              <w:t>Incorporate explanatory notes within sketches and drawings</w:t>
            </w:r>
          </w:p>
          <w:p w14:paraId="28C25C0F" w14:textId="45C4FE1A" w:rsidR="00FE0D0D" w:rsidRPr="00FE0D0D" w:rsidRDefault="00FE0D0D" w:rsidP="004F56D6">
            <w:r w:rsidRPr="00FE0D0D">
              <w:t>3.</w:t>
            </w:r>
            <w:r w:rsidR="004F56D6">
              <w:t>6</w:t>
            </w:r>
            <w:r w:rsidR="009E58B9" w:rsidRPr="00FE0D0D">
              <w:t xml:space="preserve"> </w:t>
            </w:r>
            <w:r w:rsidR="0086015D">
              <w:t>Prepare and save</w:t>
            </w:r>
            <w:r w:rsidRPr="00FE0D0D">
              <w:t xml:space="preserve"> sketch</w:t>
            </w:r>
            <w:r w:rsidR="0086015D">
              <w:t>es</w:t>
            </w:r>
            <w:r w:rsidRPr="00FE0D0D">
              <w:t xml:space="preserve"> and drawing</w:t>
            </w:r>
            <w:r w:rsidR="0086015D">
              <w:t xml:space="preserve">s and forward to </w:t>
            </w:r>
            <w:r w:rsidRPr="00FE0D0D">
              <w:t>appropriate person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6786E243" w:rsidR="00751FCC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51FCC" w:rsidRPr="00336FCA" w:rsidDel="00423CB2" w14:paraId="6BF4D25E" w14:textId="77777777" w:rsidTr="00CA2922">
        <w:trPr>
          <w:tblHeader/>
        </w:trPr>
        <w:tc>
          <w:tcPr>
            <w:tcW w:w="1396" w:type="pct"/>
          </w:tcPr>
          <w:p w14:paraId="6D0DB7A8" w14:textId="2A375B7B" w:rsidR="00751FCC" w:rsidRPr="000754EC" w:rsidRDefault="00751FCC" w:rsidP="000754EC">
            <w:pPr>
              <w:pStyle w:val="SIText-Bold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Numeracy </w:t>
            </w:r>
          </w:p>
        </w:tc>
        <w:tc>
          <w:tcPr>
            <w:tcW w:w="3604" w:type="pct"/>
          </w:tcPr>
          <w:p w14:paraId="712559B7" w14:textId="1E1D27B6" w:rsidR="00751FCC" w:rsidRDefault="00751FCC" w:rsidP="00672DD6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Distinguish measurements and reference </w:t>
            </w:r>
            <w:r w:rsidR="00672DD6">
              <w:rPr>
                <w:rFonts w:eastAsiaTheme="majorEastAsia"/>
              </w:rPr>
              <w:t xml:space="preserve">dimensions </w:t>
            </w:r>
            <w:r>
              <w:rPr>
                <w:rFonts w:eastAsiaTheme="majorEastAsia"/>
              </w:rPr>
              <w:t>from construction plans</w:t>
            </w:r>
          </w:p>
          <w:p w14:paraId="424BAB3B" w14:textId="07EC0C9B" w:rsidR="00751FCC" w:rsidRPr="000754EC" w:rsidRDefault="00751FCC" w:rsidP="00672DD6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Apply measurements to scale during </w:t>
            </w:r>
            <w:r w:rsidR="00BE2CDE">
              <w:rPr>
                <w:rFonts w:eastAsiaTheme="majorEastAsia"/>
              </w:rPr>
              <w:t>the preparation of sketches and drawings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3982"/>
        <w:gridCol w:w="1539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672DD6" w14:paraId="684B5837" w14:textId="77777777" w:rsidTr="0037005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2068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799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72DD6" w14:paraId="32BEF9EE" w14:textId="77777777" w:rsidTr="00370052">
        <w:trPr>
          <w:trHeight w:val="700"/>
        </w:trPr>
        <w:tc>
          <w:tcPr>
            <w:tcW w:w="1028" w:type="pct"/>
          </w:tcPr>
          <w:p w14:paraId="2D8431B0" w14:textId="28725ADC" w:rsidR="00041E59" w:rsidRPr="000754EC" w:rsidRDefault="008E1472" w:rsidP="0091548A">
            <w:pPr>
              <w:pStyle w:val="SIText"/>
            </w:pPr>
            <w:r>
              <w:t>FWPCOT3</w:t>
            </w:r>
            <w:r w:rsidR="00A7067B">
              <w:t xml:space="preserve">XXX </w:t>
            </w:r>
            <w:r w:rsidR="004F56D6">
              <w:t>Prepare</w:t>
            </w:r>
            <w:r w:rsidR="00A7067B" w:rsidRPr="00FE0D0D">
              <w:t xml:space="preserve"> sketches and drawings</w:t>
            </w:r>
          </w:p>
        </w:tc>
        <w:tc>
          <w:tcPr>
            <w:tcW w:w="1105" w:type="pct"/>
          </w:tcPr>
          <w:p w14:paraId="43730281" w14:textId="72B80CFD" w:rsidR="00041E59" w:rsidRPr="000754EC" w:rsidRDefault="00FE0D0D" w:rsidP="0091548A">
            <w:pPr>
              <w:pStyle w:val="SIText"/>
            </w:pPr>
            <w:r w:rsidRPr="00FE0D0D">
              <w:t>FWPCOT3204</w:t>
            </w:r>
            <w:r>
              <w:t xml:space="preserve"> </w:t>
            </w:r>
            <w:r w:rsidRPr="00FE0D0D">
              <w:t>Prepare and interpret sketches and drawings</w:t>
            </w:r>
          </w:p>
        </w:tc>
        <w:tc>
          <w:tcPr>
            <w:tcW w:w="2068" w:type="pct"/>
          </w:tcPr>
          <w:p w14:paraId="33D4D5AD" w14:textId="77777777" w:rsidR="00254238" w:rsidRPr="00370052" w:rsidRDefault="00254238" w:rsidP="00370052">
            <w:pPr>
              <w:pStyle w:val="SIText"/>
              <w:rPr>
                <w:rFonts w:eastAsiaTheme="minorHAnsi"/>
              </w:rPr>
            </w:pPr>
            <w:r w:rsidRPr="00370052">
              <w:rPr>
                <w:rFonts w:eastAsiaTheme="minorHAnsi"/>
              </w:rPr>
              <w:t>Minor</w:t>
            </w:r>
          </w:p>
          <w:p w14:paraId="07162DFC" w14:textId="77777777" w:rsidR="00254238" w:rsidRPr="00370052" w:rsidRDefault="00254238" w:rsidP="00370052">
            <w:pPr>
              <w:pStyle w:val="SIText"/>
              <w:rPr>
                <w:rFonts w:eastAsiaTheme="minorHAnsi"/>
              </w:rPr>
            </w:pPr>
            <w:r w:rsidRPr="00370052">
              <w:rPr>
                <w:rFonts w:eastAsiaTheme="minorHAnsi"/>
              </w:rPr>
              <w:t>Application – minor grammar changes and added the expected level of performance required in the workplace</w:t>
            </w:r>
          </w:p>
          <w:p w14:paraId="78EED1BE" w14:textId="423017EC" w:rsidR="00254238" w:rsidRPr="00370052" w:rsidRDefault="00254238" w:rsidP="00370052">
            <w:pPr>
              <w:pStyle w:val="SIText"/>
              <w:rPr>
                <w:rFonts w:eastAsiaTheme="minorHAnsi"/>
              </w:rPr>
            </w:pPr>
            <w:r w:rsidRPr="00370052">
              <w:rPr>
                <w:rFonts w:eastAsiaTheme="minorHAnsi"/>
              </w:rPr>
              <w:t>Assessment Conditions – updated to stipulate mandatory conditions required in the workplace</w:t>
            </w:r>
          </w:p>
          <w:p w14:paraId="7CF164E0" w14:textId="77777777" w:rsidR="00254238" w:rsidRPr="00370052" w:rsidRDefault="00254238" w:rsidP="00370052">
            <w:pPr>
              <w:pStyle w:val="SIText"/>
              <w:rPr>
                <w:rFonts w:eastAsiaTheme="minorHAnsi"/>
              </w:rPr>
            </w:pPr>
            <w:r w:rsidRPr="00370052">
              <w:rPr>
                <w:rFonts w:eastAsiaTheme="minorHAnsi"/>
              </w:rPr>
              <w:t>Major</w:t>
            </w:r>
          </w:p>
          <w:p w14:paraId="53B7D325" w14:textId="77777777" w:rsidR="00254238" w:rsidRPr="00370052" w:rsidRDefault="00254238" w:rsidP="00370052">
            <w:pPr>
              <w:pStyle w:val="SIText"/>
              <w:rPr>
                <w:rFonts w:eastAsiaTheme="minorHAnsi"/>
              </w:rPr>
            </w:pPr>
            <w:r w:rsidRPr="00370052">
              <w:rPr>
                <w:rFonts w:eastAsiaTheme="minorHAnsi"/>
              </w:rPr>
              <w:t>Title - Re-named deleted `and interpret’</w:t>
            </w:r>
          </w:p>
          <w:p w14:paraId="4E2C1053" w14:textId="77777777" w:rsidR="00254238" w:rsidRPr="00370052" w:rsidRDefault="00254238" w:rsidP="00370052">
            <w:pPr>
              <w:pStyle w:val="SIText"/>
              <w:rPr>
                <w:rFonts w:eastAsiaTheme="minorHAnsi"/>
              </w:rPr>
            </w:pPr>
            <w:r w:rsidRPr="00370052">
              <w:rPr>
                <w:rFonts w:eastAsiaTheme="minorHAnsi"/>
              </w:rPr>
              <w:t>Elements – renamed 1 and 2 to better describe the outcome, minor word changes to 3</w:t>
            </w:r>
          </w:p>
          <w:p w14:paraId="0B7B30D9" w14:textId="77777777" w:rsidR="00254238" w:rsidRPr="00370052" w:rsidRDefault="00254238" w:rsidP="00370052">
            <w:pPr>
              <w:pStyle w:val="SIText"/>
              <w:rPr>
                <w:rFonts w:eastAsiaTheme="minorHAnsi"/>
              </w:rPr>
            </w:pPr>
            <w:r w:rsidRPr="00370052">
              <w:rPr>
                <w:rFonts w:eastAsiaTheme="minorHAnsi"/>
              </w:rPr>
              <w:t xml:space="preserve">Performance Criteria – reworded and re-sequenced to relate to the renamed elements and re-sequenced  </w:t>
            </w:r>
          </w:p>
          <w:p w14:paraId="100DAF81" w14:textId="77777777" w:rsidR="00254238" w:rsidRPr="00370052" w:rsidRDefault="00254238" w:rsidP="00370052">
            <w:pPr>
              <w:pStyle w:val="SIText"/>
              <w:rPr>
                <w:rFonts w:eastAsiaTheme="minorHAnsi"/>
              </w:rPr>
            </w:pPr>
            <w:r w:rsidRPr="00370052">
              <w:rPr>
                <w:rFonts w:eastAsiaTheme="minorHAnsi"/>
              </w:rPr>
              <w:t>Foundation Skill – deleted oral communication, reading, writing, planning and organising, updated numeracy</w:t>
            </w:r>
          </w:p>
          <w:p w14:paraId="7812A3F4" w14:textId="77777777" w:rsidR="00254238" w:rsidRPr="00370052" w:rsidRDefault="00254238" w:rsidP="00370052">
            <w:pPr>
              <w:pStyle w:val="SIText"/>
              <w:rPr>
                <w:rFonts w:eastAsiaTheme="minorHAnsi"/>
              </w:rPr>
            </w:pPr>
            <w:r w:rsidRPr="00370052">
              <w:rPr>
                <w:rFonts w:eastAsiaTheme="minorHAnsi"/>
              </w:rPr>
              <w:t>Performance Evidence – added volume of two separate projects, reworded to clarify performance</w:t>
            </w:r>
          </w:p>
          <w:p w14:paraId="2E33F956" w14:textId="7E28BB67" w:rsidR="00A7067B" w:rsidRPr="000754EC" w:rsidRDefault="00254238" w:rsidP="00370052">
            <w:pPr>
              <w:pStyle w:val="SIText"/>
            </w:pPr>
            <w:r w:rsidRPr="00370052">
              <w:rPr>
                <w:rFonts w:eastAsiaTheme="minorHAnsi"/>
              </w:rPr>
              <w:t>Knowledge Evidence – expanded types of sketches and drawings, added to drawing conventions</w:t>
            </w:r>
          </w:p>
        </w:tc>
        <w:tc>
          <w:tcPr>
            <w:tcW w:w="799" w:type="pct"/>
          </w:tcPr>
          <w:p w14:paraId="1AF1365B" w14:textId="7EA38EDB" w:rsidR="00916CD7" w:rsidRPr="000754EC" w:rsidRDefault="00A7067B" w:rsidP="000754EC">
            <w:pPr>
              <w:pStyle w:val="SIText"/>
            </w:pPr>
            <w:r>
              <w:t>Equivalent unit</w:t>
            </w:r>
          </w:p>
        </w:tc>
      </w:tr>
    </w:tbl>
    <w:p w14:paraId="6386F421" w14:textId="18DC02E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370052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69469ED2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24FADBB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E0D0D" w:rsidRPr="00FE0D0D">
              <w:t>FWPCOT3</w:t>
            </w:r>
            <w:r w:rsidR="008E1472">
              <w:t>XXX</w:t>
            </w:r>
            <w:r w:rsidR="00FE0D0D" w:rsidRPr="00FE0D0D">
              <w:t xml:space="preserve"> Prepare</w:t>
            </w:r>
            <w:r w:rsidR="00C009A0">
              <w:t xml:space="preserve"> </w:t>
            </w:r>
            <w:r w:rsidR="00FE0D0D" w:rsidRPr="00FE0D0D">
              <w:t>sketches and drawings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67A3C8B9" w14:textId="6F3AAEAB" w:rsidR="00C4719F" w:rsidRDefault="00436BFA" w:rsidP="00C4719F">
            <w:pPr>
              <w:pStyle w:val="SIText"/>
            </w:pPr>
            <w:r>
              <w:t>An individual</w:t>
            </w:r>
            <w:r w:rsidR="00C4719F" w:rsidRPr="001A46FE">
              <w:t xml:space="preserve"> demonstrating competency in this unit must satisfy </w:t>
            </w:r>
            <w:proofErr w:type="gramStart"/>
            <w:r w:rsidR="00C4719F" w:rsidRPr="001A46FE">
              <w:t>all of</w:t>
            </w:r>
            <w:proofErr w:type="gramEnd"/>
            <w:r w:rsidR="00C4719F" w:rsidRPr="001A46FE">
              <w:t xml:space="preserve"> the elements</w:t>
            </w:r>
            <w:r w:rsidR="00C4719F">
              <w:t xml:space="preserve"> and</w:t>
            </w:r>
            <w:r w:rsidR="00C4719F" w:rsidRPr="001A46FE">
              <w:t xml:space="preserve"> performance criteria </w:t>
            </w:r>
            <w:r w:rsidR="00C4719F">
              <w:t xml:space="preserve">in this unit. </w:t>
            </w:r>
          </w:p>
          <w:p w14:paraId="11583E92" w14:textId="77777777" w:rsidR="00C4719F" w:rsidRDefault="00C4719F" w:rsidP="00C4719F">
            <w:pPr>
              <w:pStyle w:val="SIText"/>
            </w:pPr>
            <w:r>
              <w:t>There must be evidence that the individual has:</w:t>
            </w:r>
          </w:p>
          <w:p w14:paraId="5563F05A" w14:textId="77777777" w:rsidR="00A30361" w:rsidRDefault="00F00742" w:rsidP="00FE0D0D">
            <w:pPr>
              <w:pStyle w:val="SIBulletList1"/>
            </w:pPr>
            <w:r>
              <w:t xml:space="preserve">prepared </w:t>
            </w:r>
            <w:r w:rsidR="00C009A0">
              <w:t>2-</w:t>
            </w:r>
            <w:r w:rsidR="00CF0639">
              <w:t xml:space="preserve">dimensional or </w:t>
            </w:r>
            <w:r w:rsidR="00911AC4">
              <w:t>3-d</w:t>
            </w:r>
            <w:r w:rsidR="00DC7F8C">
              <w:t xml:space="preserve">imensional </w:t>
            </w:r>
            <w:r>
              <w:t xml:space="preserve">sketches and drawings for two separate </w:t>
            </w:r>
            <w:r w:rsidR="00C009A0">
              <w:t xml:space="preserve">timber </w:t>
            </w:r>
            <w:r>
              <w:t>projects</w:t>
            </w:r>
            <w:r w:rsidR="00A30361">
              <w:t xml:space="preserve"> from the following:</w:t>
            </w:r>
          </w:p>
          <w:p w14:paraId="2A4DC3CD" w14:textId="045D4713" w:rsidR="00A30361" w:rsidRDefault="00A30361" w:rsidP="00370052">
            <w:pPr>
              <w:pStyle w:val="SIBulletList2"/>
            </w:pPr>
            <w:r>
              <w:t>timber floor truss project</w:t>
            </w:r>
          </w:p>
          <w:p w14:paraId="43A77EB4" w14:textId="097C4ED7" w:rsidR="00A30361" w:rsidRDefault="00A30361" w:rsidP="00370052">
            <w:pPr>
              <w:pStyle w:val="SIBulletList2"/>
            </w:pPr>
            <w:r>
              <w:t>timber frame project, or</w:t>
            </w:r>
          </w:p>
          <w:p w14:paraId="2B477405" w14:textId="26FFCF54" w:rsidR="00A30361" w:rsidRDefault="00A30361" w:rsidP="00370052">
            <w:pPr>
              <w:pStyle w:val="SIBulletList2"/>
            </w:pPr>
            <w:r>
              <w:t>timber roof truss project</w:t>
            </w:r>
          </w:p>
          <w:p w14:paraId="55DD4D01" w14:textId="6F3435C2" w:rsidR="004419B1" w:rsidRDefault="004419B1" w:rsidP="00C009A0">
            <w:pPr>
              <w:pStyle w:val="SIBulletList1"/>
            </w:pPr>
            <w:r>
              <w:t xml:space="preserve">accurately </w:t>
            </w:r>
            <w:r w:rsidR="00682F0E">
              <w:t>interpreted structure details, design and measurements from construction plans</w:t>
            </w:r>
          </w:p>
          <w:p w14:paraId="36944CA0" w14:textId="4A2EEE43" w:rsidR="00032A41" w:rsidRDefault="00032A41" w:rsidP="00C009A0">
            <w:pPr>
              <w:pStyle w:val="SIBulletList1"/>
            </w:pPr>
            <w:r>
              <w:t xml:space="preserve">applied drawing conventions to the sketches and drawings and followed relevant organisational policies and procedures </w:t>
            </w:r>
          </w:p>
          <w:p w14:paraId="3F537752" w14:textId="2FF57B45" w:rsidR="00556C4C" w:rsidRPr="000754EC" w:rsidRDefault="00682F0E" w:rsidP="00370052">
            <w:pPr>
              <w:pStyle w:val="SIBulletList1"/>
            </w:pPr>
            <w:r>
              <w:t xml:space="preserve">prepared sketches and </w:t>
            </w:r>
            <w:r w:rsidR="008A49E6">
              <w:t xml:space="preserve">drawings </w:t>
            </w:r>
            <w:r w:rsidR="00032A41">
              <w:t xml:space="preserve">that </w:t>
            </w:r>
            <w:r>
              <w:t xml:space="preserve">clearly </w:t>
            </w:r>
            <w:r w:rsidR="008A49E6" w:rsidRPr="00FE0D0D">
              <w:t>repre</w:t>
            </w:r>
            <w:r w:rsidR="008A49E6">
              <w:t xml:space="preserve">sent intended </w:t>
            </w:r>
            <w:r w:rsidR="00032A41">
              <w:t>design of project</w:t>
            </w:r>
            <w:r w:rsidR="00370052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5FCB4303" w14:textId="2DB2AF8E" w:rsidR="009B3E58" w:rsidRDefault="00436BFA" w:rsidP="00370052">
            <w:pPr>
              <w:pStyle w:val="SIBulletList1"/>
              <w:numPr>
                <w:ilvl w:val="0"/>
                <w:numId w:val="0"/>
              </w:numPr>
            </w:pPr>
            <w:r w:rsidRPr="0001781E">
              <w:t>An individual must be able to demonstrate the knowledge required to pe</w:t>
            </w:r>
            <w:r w:rsidR="009B3E58">
              <w:t xml:space="preserve">rform the tasks outlined in the </w:t>
            </w:r>
            <w:r w:rsidRPr="0001781E">
              <w:t xml:space="preserve">elements and performance criteria of this unit. This includes knowledge of: </w:t>
            </w:r>
          </w:p>
          <w:p w14:paraId="5D5FE026" w14:textId="77777777" w:rsidR="002936DF" w:rsidRDefault="00FE0D0D" w:rsidP="00FE0D0D">
            <w:pPr>
              <w:pStyle w:val="SIBulletList1"/>
            </w:pPr>
            <w:r w:rsidRPr="00FE0D0D">
              <w:t>types of sketches and drawings</w:t>
            </w:r>
            <w:r w:rsidR="002936DF">
              <w:t>:</w:t>
            </w:r>
          </w:p>
          <w:p w14:paraId="2D44B3FE" w14:textId="77777777" w:rsidR="001E2048" w:rsidRDefault="00FE0D0D" w:rsidP="00370052">
            <w:pPr>
              <w:pStyle w:val="SIBulletList2"/>
            </w:pPr>
            <w:r w:rsidRPr="00FE0D0D">
              <w:t xml:space="preserve"> </w:t>
            </w:r>
            <w:r w:rsidR="001E2048">
              <w:t>isometric</w:t>
            </w:r>
          </w:p>
          <w:p w14:paraId="569E0E2B" w14:textId="77777777" w:rsidR="001E2048" w:rsidRDefault="001E2048" w:rsidP="00370052">
            <w:pPr>
              <w:pStyle w:val="SIBulletList2"/>
            </w:pPr>
            <w:r>
              <w:t>orthographic</w:t>
            </w:r>
          </w:p>
          <w:p w14:paraId="176FB9B0" w14:textId="77777777" w:rsidR="00723CC8" w:rsidRDefault="00723CC8" w:rsidP="00370052">
            <w:pPr>
              <w:pStyle w:val="SIBulletList2"/>
            </w:pPr>
            <w:r>
              <w:t>oblique</w:t>
            </w:r>
          </w:p>
          <w:p w14:paraId="34334FD5" w14:textId="6CDF9D46" w:rsidR="00723CC8" w:rsidRDefault="00723CC8" w:rsidP="00370052">
            <w:pPr>
              <w:pStyle w:val="SIBulletList2"/>
            </w:pPr>
            <w:r>
              <w:t>perspective</w:t>
            </w:r>
          </w:p>
          <w:p w14:paraId="534E54F1" w14:textId="0D8C3FF7" w:rsidR="00424E54" w:rsidRDefault="00424E54" w:rsidP="00FE0D0D">
            <w:pPr>
              <w:pStyle w:val="SIBulletList1"/>
            </w:pPr>
            <w:r>
              <w:t>drawing</w:t>
            </w:r>
            <w:r w:rsidR="00FE0D0D" w:rsidRPr="00FE0D0D">
              <w:t xml:space="preserve"> conventions</w:t>
            </w:r>
            <w:r w:rsidR="002936DF">
              <w:t xml:space="preserve"> and meaning</w:t>
            </w:r>
            <w:r>
              <w:t>:</w:t>
            </w:r>
          </w:p>
          <w:p w14:paraId="29F3B2EA" w14:textId="77777777" w:rsidR="00424E54" w:rsidRDefault="00424E54" w:rsidP="00370052">
            <w:pPr>
              <w:pStyle w:val="SIBulletList2"/>
            </w:pPr>
            <w:r>
              <w:t>title block</w:t>
            </w:r>
          </w:p>
          <w:p w14:paraId="052385DD" w14:textId="7535D89C" w:rsidR="00424E54" w:rsidRDefault="00424E54" w:rsidP="00370052">
            <w:pPr>
              <w:pStyle w:val="SIBulletList2"/>
            </w:pPr>
            <w:r>
              <w:t>symbols and abbreviations</w:t>
            </w:r>
          </w:p>
          <w:p w14:paraId="74418E15" w14:textId="41CE86C4" w:rsidR="002D57F4" w:rsidRDefault="002D57F4" w:rsidP="00370052">
            <w:pPr>
              <w:pStyle w:val="SIBulletList2"/>
            </w:pPr>
            <w:r>
              <w:t>line types</w:t>
            </w:r>
          </w:p>
          <w:p w14:paraId="2DC3C28C" w14:textId="77777777" w:rsidR="00424E54" w:rsidRDefault="00424E54" w:rsidP="00370052">
            <w:pPr>
              <w:pStyle w:val="SIBulletList2"/>
            </w:pPr>
            <w:r>
              <w:t>dimension lines</w:t>
            </w:r>
          </w:p>
          <w:p w14:paraId="2CE2D134" w14:textId="77777777" w:rsidR="00424E54" w:rsidRDefault="00424E54" w:rsidP="00370052">
            <w:pPr>
              <w:pStyle w:val="SIBulletList2"/>
            </w:pPr>
            <w:r>
              <w:t>hatching</w:t>
            </w:r>
          </w:p>
          <w:p w14:paraId="218C19D1" w14:textId="1E558A8F" w:rsidR="00424E54" w:rsidRDefault="007E0219" w:rsidP="00370052">
            <w:pPr>
              <w:pStyle w:val="SIBulletList2"/>
            </w:pPr>
            <w:r>
              <w:t>scale</w:t>
            </w:r>
          </w:p>
          <w:p w14:paraId="2B14D5A9" w14:textId="76FEA7C5" w:rsidR="002D57F4" w:rsidRDefault="002D57F4" w:rsidP="00370052">
            <w:pPr>
              <w:pStyle w:val="SIBulletList2"/>
            </w:pPr>
            <w:r>
              <w:t>details</w:t>
            </w:r>
          </w:p>
          <w:p w14:paraId="6498C5A3" w14:textId="29BD1DC6" w:rsidR="00FE0D0D" w:rsidRPr="00FE0D0D" w:rsidRDefault="00FE0D0D" w:rsidP="00FE0D0D">
            <w:pPr>
              <w:pStyle w:val="SIBulletList1"/>
            </w:pPr>
            <w:r w:rsidRPr="00FE0D0D">
              <w:t>ways of incorporating features in sketches and drawings</w:t>
            </w:r>
            <w:r w:rsidR="00C56E01">
              <w:t>:</w:t>
            </w:r>
          </w:p>
          <w:p w14:paraId="53E2DD5F" w14:textId="77777777" w:rsidR="00FE0D0D" w:rsidRPr="00FE0D0D" w:rsidRDefault="00FE0D0D" w:rsidP="00FE0D0D">
            <w:pPr>
              <w:pStyle w:val="SIBulletList2"/>
            </w:pPr>
            <w:r w:rsidRPr="00FE0D0D">
              <w:t>base lines</w:t>
            </w:r>
          </w:p>
          <w:p w14:paraId="41537993" w14:textId="77777777" w:rsidR="00FE0D0D" w:rsidRPr="00FE0D0D" w:rsidRDefault="00FE0D0D" w:rsidP="00FE0D0D">
            <w:pPr>
              <w:pStyle w:val="SIBulletList2"/>
            </w:pPr>
            <w:r w:rsidRPr="00FE0D0D">
              <w:t>datum points</w:t>
            </w:r>
          </w:p>
          <w:p w14:paraId="3A6BE41B" w14:textId="77777777" w:rsidR="00FE0D0D" w:rsidRDefault="00FE0D0D" w:rsidP="00FE0D0D">
            <w:pPr>
              <w:pStyle w:val="SIBulletList2"/>
            </w:pPr>
            <w:r w:rsidRPr="00FE0D0D">
              <w:t>views and projections</w:t>
            </w:r>
          </w:p>
          <w:p w14:paraId="5E7B464B" w14:textId="4D043B19" w:rsidR="005B5864" w:rsidRPr="00FE0D0D" w:rsidRDefault="005B5864" w:rsidP="00FE0D0D">
            <w:pPr>
              <w:pStyle w:val="SIBulletList2"/>
            </w:pPr>
            <w:r>
              <w:t>details</w:t>
            </w:r>
          </w:p>
          <w:p w14:paraId="581AA245" w14:textId="77777777" w:rsidR="00FE0D0D" w:rsidRPr="00FE0D0D" w:rsidRDefault="00FE0D0D" w:rsidP="00FE0D0D">
            <w:pPr>
              <w:pStyle w:val="SIBulletList2"/>
            </w:pPr>
            <w:r w:rsidRPr="00FE0D0D">
              <w:t>dimensions and tolerances</w:t>
            </w:r>
          </w:p>
          <w:p w14:paraId="34B0F96C" w14:textId="102109A2" w:rsidR="005B5864" w:rsidRPr="00FE0D0D" w:rsidRDefault="00FE0D0D" w:rsidP="005B5864">
            <w:pPr>
              <w:pStyle w:val="SIBulletList2"/>
            </w:pPr>
            <w:r w:rsidRPr="00FE0D0D">
              <w:t>instructions and notes</w:t>
            </w:r>
          </w:p>
          <w:p w14:paraId="18E8D053" w14:textId="77777777" w:rsidR="00FE0D0D" w:rsidRPr="00FE0D0D" w:rsidRDefault="00FE0D0D" w:rsidP="00FE0D0D">
            <w:pPr>
              <w:pStyle w:val="SIBulletList2"/>
            </w:pPr>
            <w:r w:rsidRPr="00FE0D0D">
              <w:t>product and production symbols</w:t>
            </w:r>
          </w:p>
          <w:p w14:paraId="123C6B6C" w14:textId="77777777" w:rsidR="00C56E01" w:rsidRDefault="00FE0D0D" w:rsidP="00FE0D0D">
            <w:pPr>
              <w:pStyle w:val="SIBulletList1"/>
            </w:pPr>
            <w:r w:rsidRPr="00FE0D0D">
              <w:t>organisational policies and procedures for producing sketches and drawings</w:t>
            </w:r>
          </w:p>
          <w:p w14:paraId="365C0BAB" w14:textId="77777777" w:rsidR="005B5864" w:rsidRDefault="00C56E01" w:rsidP="00FE0D0D">
            <w:pPr>
              <w:pStyle w:val="SIBulletList1"/>
            </w:pPr>
            <w:r>
              <w:t>drawing terminology</w:t>
            </w:r>
          </w:p>
          <w:p w14:paraId="2A4D526A" w14:textId="572BF538" w:rsidR="00D3333F" w:rsidRDefault="005B5864" w:rsidP="00525D20">
            <w:pPr>
              <w:pStyle w:val="SIBulletList1"/>
            </w:pPr>
            <w:r>
              <w:t>methods of preparing sketches and drawings</w:t>
            </w:r>
          </w:p>
          <w:p w14:paraId="735F6500" w14:textId="77777777" w:rsidR="00525D20" w:rsidRDefault="00525D20" w:rsidP="00370052">
            <w:pPr>
              <w:pStyle w:val="SIBulletList2"/>
            </w:pPr>
            <w:r>
              <w:t>manual</w:t>
            </w:r>
          </w:p>
          <w:p w14:paraId="40951706" w14:textId="3B05AC7C" w:rsidR="00525D20" w:rsidRPr="000754EC" w:rsidRDefault="00525D20" w:rsidP="00370052">
            <w:pPr>
              <w:pStyle w:val="SIBulletList2"/>
            </w:pPr>
            <w:r>
              <w:t>electronic.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22C26A16" w14:textId="716FCA10" w:rsidR="000C7F6C" w:rsidRDefault="000C7F6C" w:rsidP="000C7F6C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76CA48A" w14:textId="77777777" w:rsidR="000C7F6C" w:rsidRDefault="000C7F6C" w:rsidP="000C7F6C">
            <w:pPr>
              <w:pStyle w:val="SIBulletList1"/>
            </w:pPr>
            <w:r>
              <w:t>physical conditions:</w:t>
            </w:r>
          </w:p>
          <w:p w14:paraId="3DF0EDBE" w14:textId="191FBFB1" w:rsidR="000C7F6C" w:rsidRPr="001A46FE" w:rsidRDefault="00436BFA" w:rsidP="000C7F6C">
            <w:pPr>
              <w:pStyle w:val="SIBulletList2"/>
            </w:pPr>
            <w:r>
              <w:t>skills must be demonstrated</w:t>
            </w:r>
            <w:r w:rsidR="000C7F6C" w:rsidRPr="001A46FE">
              <w:t xml:space="preserve"> in the workplace or a simulated environment that accurately </w:t>
            </w:r>
            <w:r>
              <w:t>represents workplace conditions</w:t>
            </w:r>
          </w:p>
          <w:p w14:paraId="11B835F0" w14:textId="16625235" w:rsidR="00F1480E" w:rsidRDefault="000C7F6C" w:rsidP="00FE0D0D">
            <w:pPr>
              <w:pStyle w:val="SIBulletList1"/>
            </w:pPr>
            <w:r>
              <w:t>resources, equipment and materials:</w:t>
            </w:r>
          </w:p>
          <w:p w14:paraId="19CDAB98" w14:textId="77777777" w:rsidR="000C7F6C" w:rsidRDefault="000C7F6C" w:rsidP="00370052">
            <w:pPr>
              <w:pStyle w:val="SIBulletList2"/>
            </w:pPr>
            <w:r>
              <w:t>organisational policies and procedures relevant to sketches and drawings</w:t>
            </w:r>
          </w:p>
          <w:p w14:paraId="61767C73" w14:textId="77777777" w:rsidR="000C7F6C" w:rsidRDefault="000C7F6C" w:rsidP="00370052">
            <w:pPr>
              <w:pStyle w:val="SIBulletList2"/>
            </w:pPr>
            <w:r>
              <w:t>drawing equipment</w:t>
            </w:r>
          </w:p>
          <w:p w14:paraId="19911F39" w14:textId="77777777" w:rsidR="005716A3" w:rsidRDefault="005716A3" w:rsidP="00370052">
            <w:pPr>
              <w:pStyle w:val="SIBulletList2"/>
            </w:pPr>
            <w:r>
              <w:t>drawing materials</w:t>
            </w:r>
          </w:p>
          <w:p w14:paraId="70AE5B6D" w14:textId="77777777" w:rsidR="005716A3" w:rsidRDefault="005716A3">
            <w:pPr>
              <w:pStyle w:val="SIBulletList1"/>
            </w:pPr>
            <w:r>
              <w:t>specifications:</w:t>
            </w:r>
          </w:p>
          <w:p w14:paraId="67E0A60A" w14:textId="77777777" w:rsidR="005716A3" w:rsidRDefault="00CA640C" w:rsidP="00370052">
            <w:pPr>
              <w:pStyle w:val="SIBulletList2"/>
            </w:pPr>
            <w:r>
              <w:lastRenderedPageBreak/>
              <w:t>construction plans and specifications</w:t>
            </w:r>
          </w:p>
          <w:p w14:paraId="539215B3" w14:textId="4C1104F0" w:rsidR="009D2BC3" w:rsidRPr="00255C67" w:rsidRDefault="00CA162C" w:rsidP="0037005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A099130" w14:textId="7255515B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  <w:bookmarkStart w:id="0" w:name="_GoBack"/>
      <w:bookmarkEnd w:id="0"/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80489" w14:textId="77777777" w:rsidR="002E58C7" w:rsidRDefault="002E58C7" w:rsidP="00BF3F0A">
      <w:r>
        <w:separator/>
      </w:r>
    </w:p>
    <w:p w14:paraId="3CA2D708" w14:textId="77777777" w:rsidR="002E58C7" w:rsidRDefault="002E58C7"/>
  </w:endnote>
  <w:endnote w:type="continuationSeparator" w:id="0">
    <w:p w14:paraId="44004C48" w14:textId="77777777" w:rsidR="002E58C7" w:rsidRDefault="002E58C7" w:rsidP="00BF3F0A">
      <w:r>
        <w:continuationSeparator/>
      </w:r>
    </w:p>
    <w:p w14:paraId="5A7B3B80" w14:textId="77777777" w:rsidR="002E58C7" w:rsidRDefault="002E58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0AF62" w14:textId="77777777" w:rsidR="00370052" w:rsidRDefault="003700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5C912D04" w:rsidR="000E25E6" w:rsidRPr="000754EC" w:rsidRDefault="00235A7D" w:rsidP="005F771F">
        <w:pPr>
          <w:pStyle w:val="SIText"/>
        </w:pPr>
        <w:r>
          <w:t>Reviewed January 2020</w:t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254238">
          <w:rPr>
            <w:noProof/>
          </w:rPr>
          <w:t>2</w:t>
        </w:r>
        <w:r w:rsidR="00D810DE" w:rsidRPr="000754EC">
          <w:fldChar w:fldCharType="end"/>
        </w:r>
      </w:p>
      <w:p w14:paraId="3C7AB704" w14:textId="05A1EF6F" w:rsidR="00D810DE" w:rsidRDefault="002E58C7" w:rsidP="005F771F">
        <w:pPr>
          <w:pStyle w:val="SIText"/>
        </w:pP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41D58" w14:textId="77777777" w:rsidR="00370052" w:rsidRDefault="003700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65EAC" w14:textId="77777777" w:rsidR="002E58C7" w:rsidRDefault="002E58C7" w:rsidP="00BF3F0A">
      <w:r>
        <w:separator/>
      </w:r>
    </w:p>
    <w:p w14:paraId="513AAD99" w14:textId="77777777" w:rsidR="002E58C7" w:rsidRDefault="002E58C7"/>
  </w:footnote>
  <w:footnote w:type="continuationSeparator" w:id="0">
    <w:p w14:paraId="718E0B1F" w14:textId="77777777" w:rsidR="002E58C7" w:rsidRDefault="002E58C7" w:rsidP="00BF3F0A">
      <w:r>
        <w:continuationSeparator/>
      </w:r>
    </w:p>
    <w:p w14:paraId="714D904E" w14:textId="77777777" w:rsidR="002E58C7" w:rsidRDefault="002E58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BEF40" w14:textId="77777777" w:rsidR="00370052" w:rsidRDefault="0037005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2CF87AEC" w:rsidR="009C2650" w:rsidRPr="00FE0D0D" w:rsidRDefault="00FE0D0D" w:rsidP="00FE0D0D">
    <w:r w:rsidRPr="00FE0D0D">
      <w:t>FWPCOT3</w:t>
    </w:r>
    <w:r w:rsidR="00370052">
      <w:t>XXX</w:t>
    </w:r>
    <w:r w:rsidRPr="00FE0D0D">
      <w:t xml:space="preserve"> Prepare sketches and drawings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D7144" w14:textId="77777777" w:rsidR="00370052" w:rsidRDefault="0037005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2320F7C"/>
    <w:multiLevelType w:val="hybridMultilevel"/>
    <w:tmpl w:val="951A76B0"/>
    <w:lvl w:ilvl="0" w:tplc="540A946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LY0Mje0sDSxMDBX0lEKTi0uzszPAykwrAUAUWOsEiwAAAA="/>
  </w:docVars>
  <w:rsids>
    <w:rsidRoot w:val="00AB5133"/>
    <w:rsid w:val="0000102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A41"/>
    <w:rsid w:val="00041E59"/>
    <w:rsid w:val="00064BFE"/>
    <w:rsid w:val="00070B3E"/>
    <w:rsid w:val="00071F95"/>
    <w:rsid w:val="000737BB"/>
    <w:rsid w:val="00074E47"/>
    <w:rsid w:val="000754EC"/>
    <w:rsid w:val="0009093B"/>
    <w:rsid w:val="00093404"/>
    <w:rsid w:val="00093449"/>
    <w:rsid w:val="00097D2B"/>
    <w:rsid w:val="000A5441"/>
    <w:rsid w:val="000C149A"/>
    <w:rsid w:val="000C224E"/>
    <w:rsid w:val="000C7F6C"/>
    <w:rsid w:val="000D6ECC"/>
    <w:rsid w:val="000E25E6"/>
    <w:rsid w:val="000E2C86"/>
    <w:rsid w:val="000F0853"/>
    <w:rsid w:val="000F28E3"/>
    <w:rsid w:val="000F29F2"/>
    <w:rsid w:val="00101659"/>
    <w:rsid w:val="00103E31"/>
    <w:rsid w:val="00105AEA"/>
    <w:rsid w:val="001078BF"/>
    <w:rsid w:val="00133957"/>
    <w:rsid w:val="001372F6"/>
    <w:rsid w:val="00144385"/>
    <w:rsid w:val="001446FB"/>
    <w:rsid w:val="00146EEC"/>
    <w:rsid w:val="00150FE4"/>
    <w:rsid w:val="00151D55"/>
    <w:rsid w:val="00151D93"/>
    <w:rsid w:val="00156EF3"/>
    <w:rsid w:val="001733EE"/>
    <w:rsid w:val="00174B6D"/>
    <w:rsid w:val="001766A1"/>
    <w:rsid w:val="00176E4F"/>
    <w:rsid w:val="0018546B"/>
    <w:rsid w:val="00190B53"/>
    <w:rsid w:val="00193076"/>
    <w:rsid w:val="00195F2D"/>
    <w:rsid w:val="00196DA0"/>
    <w:rsid w:val="001A46FE"/>
    <w:rsid w:val="001A6A3E"/>
    <w:rsid w:val="001A7B6D"/>
    <w:rsid w:val="001B34D5"/>
    <w:rsid w:val="001B513A"/>
    <w:rsid w:val="001C0242"/>
    <w:rsid w:val="001C0A75"/>
    <w:rsid w:val="001C1306"/>
    <w:rsid w:val="001D30EB"/>
    <w:rsid w:val="001D5C1B"/>
    <w:rsid w:val="001D7F5B"/>
    <w:rsid w:val="001E0849"/>
    <w:rsid w:val="001E16BC"/>
    <w:rsid w:val="001E16DF"/>
    <w:rsid w:val="001E2048"/>
    <w:rsid w:val="001F24AC"/>
    <w:rsid w:val="001F2BA5"/>
    <w:rsid w:val="001F308D"/>
    <w:rsid w:val="00200CAC"/>
    <w:rsid w:val="00201A7C"/>
    <w:rsid w:val="0021210E"/>
    <w:rsid w:val="0021414D"/>
    <w:rsid w:val="00215D3F"/>
    <w:rsid w:val="00223124"/>
    <w:rsid w:val="00233143"/>
    <w:rsid w:val="00234444"/>
    <w:rsid w:val="00235A7D"/>
    <w:rsid w:val="002364FB"/>
    <w:rsid w:val="00242293"/>
    <w:rsid w:val="00244EA7"/>
    <w:rsid w:val="00254238"/>
    <w:rsid w:val="00255C67"/>
    <w:rsid w:val="00262FC3"/>
    <w:rsid w:val="0026394F"/>
    <w:rsid w:val="00267AF6"/>
    <w:rsid w:val="002722FC"/>
    <w:rsid w:val="00276DB8"/>
    <w:rsid w:val="002776E3"/>
    <w:rsid w:val="00282664"/>
    <w:rsid w:val="00285FB8"/>
    <w:rsid w:val="00291DA2"/>
    <w:rsid w:val="002936DF"/>
    <w:rsid w:val="002970C3"/>
    <w:rsid w:val="002A4CD3"/>
    <w:rsid w:val="002A6CC4"/>
    <w:rsid w:val="002C55E9"/>
    <w:rsid w:val="002D0C8B"/>
    <w:rsid w:val="002D1915"/>
    <w:rsid w:val="002D330A"/>
    <w:rsid w:val="002D57F4"/>
    <w:rsid w:val="002E170C"/>
    <w:rsid w:val="002E193E"/>
    <w:rsid w:val="002E530C"/>
    <w:rsid w:val="002E58C7"/>
    <w:rsid w:val="002F0486"/>
    <w:rsid w:val="002F7B20"/>
    <w:rsid w:val="00305EFF"/>
    <w:rsid w:val="00310A6A"/>
    <w:rsid w:val="003144E6"/>
    <w:rsid w:val="0033357B"/>
    <w:rsid w:val="00337E82"/>
    <w:rsid w:val="003404AD"/>
    <w:rsid w:val="00346FDC"/>
    <w:rsid w:val="003504E4"/>
    <w:rsid w:val="00350BB1"/>
    <w:rsid w:val="00352C83"/>
    <w:rsid w:val="00365CD6"/>
    <w:rsid w:val="00366805"/>
    <w:rsid w:val="00370052"/>
    <w:rsid w:val="0037067D"/>
    <w:rsid w:val="00373436"/>
    <w:rsid w:val="00374D5A"/>
    <w:rsid w:val="00381BE8"/>
    <w:rsid w:val="0038735B"/>
    <w:rsid w:val="003916D1"/>
    <w:rsid w:val="00393DC9"/>
    <w:rsid w:val="003A21F0"/>
    <w:rsid w:val="003A277F"/>
    <w:rsid w:val="003A58BA"/>
    <w:rsid w:val="003A5AE7"/>
    <w:rsid w:val="003A6CC3"/>
    <w:rsid w:val="003A7221"/>
    <w:rsid w:val="003B3493"/>
    <w:rsid w:val="003C13AE"/>
    <w:rsid w:val="003D2E73"/>
    <w:rsid w:val="003E72B6"/>
    <w:rsid w:val="003E7BBE"/>
    <w:rsid w:val="004127E3"/>
    <w:rsid w:val="0042479E"/>
    <w:rsid w:val="00424E54"/>
    <w:rsid w:val="0043212E"/>
    <w:rsid w:val="00434366"/>
    <w:rsid w:val="00434ECE"/>
    <w:rsid w:val="00436BFA"/>
    <w:rsid w:val="0043715D"/>
    <w:rsid w:val="004419B1"/>
    <w:rsid w:val="00444423"/>
    <w:rsid w:val="00444852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645"/>
    <w:rsid w:val="004C79A1"/>
    <w:rsid w:val="004D0D5F"/>
    <w:rsid w:val="004D1569"/>
    <w:rsid w:val="004D4319"/>
    <w:rsid w:val="004D44B1"/>
    <w:rsid w:val="004E0460"/>
    <w:rsid w:val="004E1579"/>
    <w:rsid w:val="004E55DF"/>
    <w:rsid w:val="004E5FAE"/>
    <w:rsid w:val="004E6245"/>
    <w:rsid w:val="004E6741"/>
    <w:rsid w:val="004E7094"/>
    <w:rsid w:val="004F2D18"/>
    <w:rsid w:val="004F56D6"/>
    <w:rsid w:val="004F5DC7"/>
    <w:rsid w:val="004F78DA"/>
    <w:rsid w:val="00502F9B"/>
    <w:rsid w:val="005145AB"/>
    <w:rsid w:val="00520E9A"/>
    <w:rsid w:val="005240E7"/>
    <w:rsid w:val="005248C1"/>
    <w:rsid w:val="00525D20"/>
    <w:rsid w:val="00526134"/>
    <w:rsid w:val="005405B2"/>
    <w:rsid w:val="005427C8"/>
    <w:rsid w:val="005446D1"/>
    <w:rsid w:val="005462EF"/>
    <w:rsid w:val="00556C4C"/>
    <w:rsid w:val="00557369"/>
    <w:rsid w:val="00564ADD"/>
    <w:rsid w:val="005708EB"/>
    <w:rsid w:val="005716A3"/>
    <w:rsid w:val="00575BC6"/>
    <w:rsid w:val="00583902"/>
    <w:rsid w:val="0059344A"/>
    <w:rsid w:val="005951DE"/>
    <w:rsid w:val="005A1D70"/>
    <w:rsid w:val="005A3AA5"/>
    <w:rsid w:val="005A6726"/>
    <w:rsid w:val="005A6AF3"/>
    <w:rsid w:val="005A6C9C"/>
    <w:rsid w:val="005A74DC"/>
    <w:rsid w:val="005B3738"/>
    <w:rsid w:val="005B5146"/>
    <w:rsid w:val="005B5864"/>
    <w:rsid w:val="005B631F"/>
    <w:rsid w:val="005D0FCF"/>
    <w:rsid w:val="005D1AFD"/>
    <w:rsid w:val="005E51E6"/>
    <w:rsid w:val="005F027A"/>
    <w:rsid w:val="005F33CC"/>
    <w:rsid w:val="005F771F"/>
    <w:rsid w:val="006121D4"/>
    <w:rsid w:val="00613B49"/>
    <w:rsid w:val="00615134"/>
    <w:rsid w:val="00616845"/>
    <w:rsid w:val="006173E5"/>
    <w:rsid w:val="006205A4"/>
    <w:rsid w:val="00620E8E"/>
    <w:rsid w:val="00633CFE"/>
    <w:rsid w:val="00634FCA"/>
    <w:rsid w:val="006429BF"/>
    <w:rsid w:val="00643D1B"/>
    <w:rsid w:val="006452B8"/>
    <w:rsid w:val="006464A5"/>
    <w:rsid w:val="00652E62"/>
    <w:rsid w:val="00672DD6"/>
    <w:rsid w:val="00682F0E"/>
    <w:rsid w:val="00686A49"/>
    <w:rsid w:val="00687B62"/>
    <w:rsid w:val="00690C44"/>
    <w:rsid w:val="006969D9"/>
    <w:rsid w:val="006A2B68"/>
    <w:rsid w:val="006B7AC6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CC8"/>
    <w:rsid w:val="00727901"/>
    <w:rsid w:val="0073075B"/>
    <w:rsid w:val="0073404B"/>
    <w:rsid w:val="007341FF"/>
    <w:rsid w:val="007404E9"/>
    <w:rsid w:val="00743968"/>
    <w:rsid w:val="007444CF"/>
    <w:rsid w:val="00751FCC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D17"/>
    <w:rsid w:val="007A2D13"/>
    <w:rsid w:val="007A300D"/>
    <w:rsid w:val="007A30E7"/>
    <w:rsid w:val="007D5A78"/>
    <w:rsid w:val="007E0219"/>
    <w:rsid w:val="007E3BD1"/>
    <w:rsid w:val="007F1563"/>
    <w:rsid w:val="007F1EB2"/>
    <w:rsid w:val="007F44DB"/>
    <w:rsid w:val="007F5A8B"/>
    <w:rsid w:val="00817D51"/>
    <w:rsid w:val="00823530"/>
    <w:rsid w:val="00823FF4"/>
    <w:rsid w:val="008251FF"/>
    <w:rsid w:val="00830267"/>
    <w:rsid w:val="008306E7"/>
    <w:rsid w:val="00830A62"/>
    <w:rsid w:val="008322BE"/>
    <w:rsid w:val="00834BC8"/>
    <w:rsid w:val="00837FD6"/>
    <w:rsid w:val="00846F55"/>
    <w:rsid w:val="00847B60"/>
    <w:rsid w:val="00850243"/>
    <w:rsid w:val="00851BE5"/>
    <w:rsid w:val="008545EB"/>
    <w:rsid w:val="0086015D"/>
    <w:rsid w:val="00862B43"/>
    <w:rsid w:val="00865011"/>
    <w:rsid w:val="008848B5"/>
    <w:rsid w:val="00884F2E"/>
    <w:rsid w:val="00886790"/>
    <w:rsid w:val="008908DE"/>
    <w:rsid w:val="00893D4A"/>
    <w:rsid w:val="008A12ED"/>
    <w:rsid w:val="008A39D3"/>
    <w:rsid w:val="008A479A"/>
    <w:rsid w:val="008A49E6"/>
    <w:rsid w:val="008B2C77"/>
    <w:rsid w:val="008B4AD2"/>
    <w:rsid w:val="008B5193"/>
    <w:rsid w:val="008B7138"/>
    <w:rsid w:val="008C13FF"/>
    <w:rsid w:val="008D7A7B"/>
    <w:rsid w:val="008E1472"/>
    <w:rsid w:val="008E260C"/>
    <w:rsid w:val="008E39BE"/>
    <w:rsid w:val="008E62EC"/>
    <w:rsid w:val="008E66D8"/>
    <w:rsid w:val="008F2392"/>
    <w:rsid w:val="008F32F6"/>
    <w:rsid w:val="00911AC4"/>
    <w:rsid w:val="0091548A"/>
    <w:rsid w:val="00916CD7"/>
    <w:rsid w:val="009201C3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70747"/>
    <w:rsid w:val="009834E7"/>
    <w:rsid w:val="0099334D"/>
    <w:rsid w:val="00997BFC"/>
    <w:rsid w:val="009A5900"/>
    <w:rsid w:val="009A6E6C"/>
    <w:rsid w:val="009A6F3F"/>
    <w:rsid w:val="009B331A"/>
    <w:rsid w:val="009B3E58"/>
    <w:rsid w:val="009C2650"/>
    <w:rsid w:val="009C2CE6"/>
    <w:rsid w:val="009D15E2"/>
    <w:rsid w:val="009D15FE"/>
    <w:rsid w:val="009D2BC3"/>
    <w:rsid w:val="009D5D2C"/>
    <w:rsid w:val="009E58B9"/>
    <w:rsid w:val="009F0DCC"/>
    <w:rsid w:val="009F11CA"/>
    <w:rsid w:val="009F44A7"/>
    <w:rsid w:val="00A00353"/>
    <w:rsid w:val="00A01222"/>
    <w:rsid w:val="00A0357B"/>
    <w:rsid w:val="00A0695B"/>
    <w:rsid w:val="00A13052"/>
    <w:rsid w:val="00A216A8"/>
    <w:rsid w:val="00A223A6"/>
    <w:rsid w:val="00A30361"/>
    <w:rsid w:val="00A3639E"/>
    <w:rsid w:val="00A5092E"/>
    <w:rsid w:val="00A554D6"/>
    <w:rsid w:val="00A56E14"/>
    <w:rsid w:val="00A5719B"/>
    <w:rsid w:val="00A6476B"/>
    <w:rsid w:val="00A649D8"/>
    <w:rsid w:val="00A7067B"/>
    <w:rsid w:val="00A76C6C"/>
    <w:rsid w:val="00A81BF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F14FB"/>
    <w:rsid w:val="00AF3957"/>
    <w:rsid w:val="00B0712C"/>
    <w:rsid w:val="00B12013"/>
    <w:rsid w:val="00B22C67"/>
    <w:rsid w:val="00B26EFA"/>
    <w:rsid w:val="00B3508F"/>
    <w:rsid w:val="00B443EE"/>
    <w:rsid w:val="00B54507"/>
    <w:rsid w:val="00B560C8"/>
    <w:rsid w:val="00B61150"/>
    <w:rsid w:val="00B65BC7"/>
    <w:rsid w:val="00B746B9"/>
    <w:rsid w:val="00B811B3"/>
    <w:rsid w:val="00B848D4"/>
    <w:rsid w:val="00B85B3E"/>
    <w:rsid w:val="00B865B7"/>
    <w:rsid w:val="00BA1CB1"/>
    <w:rsid w:val="00BA4178"/>
    <w:rsid w:val="00BA482D"/>
    <w:rsid w:val="00BB1755"/>
    <w:rsid w:val="00BB23F4"/>
    <w:rsid w:val="00BB34C6"/>
    <w:rsid w:val="00BC0628"/>
    <w:rsid w:val="00BC1E43"/>
    <w:rsid w:val="00BC5075"/>
    <w:rsid w:val="00BC5419"/>
    <w:rsid w:val="00BC7AFD"/>
    <w:rsid w:val="00BD3B0F"/>
    <w:rsid w:val="00BE1AC5"/>
    <w:rsid w:val="00BE2CDE"/>
    <w:rsid w:val="00BF1D4C"/>
    <w:rsid w:val="00BF3F0A"/>
    <w:rsid w:val="00C009A0"/>
    <w:rsid w:val="00C051AE"/>
    <w:rsid w:val="00C12573"/>
    <w:rsid w:val="00C143C3"/>
    <w:rsid w:val="00C165A3"/>
    <w:rsid w:val="00C1739B"/>
    <w:rsid w:val="00C21ADE"/>
    <w:rsid w:val="00C26067"/>
    <w:rsid w:val="00C30A29"/>
    <w:rsid w:val="00C317DC"/>
    <w:rsid w:val="00C43DFA"/>
    <w:rsid w:val="00C4719F"/>
    <w:rsid w:val="00C56E01"/>
    <w:rsid w:val="00C578E9"/>
    <w:rsid w:val="00C70626"/>
    <w:rsid w:val="00C7108D"/>
    <w:rsid w:val="00C72860"/>
    <w:rsid w:val="00C73582"/>
    <w:rsid w:val="00C73B90"/>
    <w:rsid w:val="00C742EC"/>
    <w:rsid w:val="00C96AF3"/>
    <w:rsid w:val="00C97CCC"/>
    <w:rsid w:val="00CA0274"/>
    <w:rsid w:val="00CA162C"/>
    <w:rsid w:val="00CA3112"/>
    <w:rsid w:val="00CA640C"/>
    <w:rsid w:val="00CB746F"/>
    <w:rsid w:val="00CC0ACB"/>
    <w:rsid w:val="00CC451E"/>
    <w:rsid w:val="00CC622A"/>
    <w:rsid w:val="00CD3E10"/>
    <w:rsid w:val="00CD4E9D"/>
    <w:rsid w:val="00CD4F4D"/>
    <w:rsid w:val="00CD5BE3"/>
    <w:rsid w:val="00CD7FCB"/>
    <w:rsid w:val="00CE496A"/>
    <w:rsid w:val="00CE7D19"/>
    <w:rsid w:val="00CF063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4778F"/>
    <w:rsid w:val="00D54C76"/>
    <w:rsid w:val="00D5514C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C0B21"/>
    <w:rsid w:val="00DC1D69"/>
    <w:rsid w:val="00DC5A3A"/>
    <w:rsid w:val="00DC7F8C"/>
    <w:rsid w:val="00DD0726"/>
    <w:rsid w:val="00E051B7"/>
    <w:rsid w:val="00E11200"/>
    <w:rsid w:val="00E238E6"/>
    <w:rsid w:val="00E35064"/>
    <w:rsid w:val="00E3681D"/>
    <w:rsid w:val="00E40225"/>
    <w:rsid w:val="00E4234E"/>
    <w:rsid w:val="00E4238D"/>
    <w:rsid w:val="00E501F0"/>
    <w:rsid w:val="00E6166D"/>
    <w:rsid w:val="00E671DE"/>
    <w:rsid w:val="00E81090"/>
    <w:rsid w:val="00E81C65"/>
    <w:rsid w:val="00E85B0C"/>
    <w:rsid w:val="00E91BFF"/>
    <w:rsid w:val="00E92933"/>
    <w:rsid w:val="00E94FAD"/>
    <w:rsid w:val="00EA6FDF"/>
    <w:rsid w:val="00EB0AA4"/>
    <w:rsid w:val="00EB260B"/>
    <w:rsid w:val="00EB2648"/>
    <w:rsid w:val="00EB5C88"/>
    <w:rsid w:val="00EC0469"/>
    <w:rsid w:val="00EC0493"/>
    <w:rsid w:val="00EC1089"/>
    <w:rsid w:val="00EC2A8E"/>
    <w:rsid w:val="00EC4254"/>
    <w:rsid w:val="00EE4690"/>
    <w:rsid w:val="00EF01F8"/>
    <w:rsid w:val="00EF40EF"/>
    <w:rsid w:val="00EF47FE"/>
    <w:rsid w:val="00F00742"/>
    <w:rsid w:val="00F01FC9"/>
    <w:rsid w:val="00F069BD"/>
    <w:rsid w:val="00F1480E"/>
    <w:rsid w:val="00F1497D"/>
    <w:rsid w:val="00F16AAC"/>
    <w:rsid w:val="00F26453"/>
    <w:rsid w:val="00F33FF2"/>
    <w:rsid w:val="00F438FC"/>
    <w:rsid w:val="00F43D09"/>
    <w:rsid w:val="00F53087"/>
    <w:rsid w:val="00F5616F"/>
    <w:rsid w:val="00F56451"/>
    <w:rsid w:val="00F56827"/>
    <w:rsid w:val="00F6114A"/>
    <w:rsid w:val="00F62866"/>
    <w:rsid w:val="00F65EF0"/>
    <w:rsid w:val="00F6605C"/>
    <w:rsid w:val="00F70264"/>
    <w:rsid w:val="00F71651"/>
    <w:rsid w:val="00F76191"/>
    <w:rsid w:val="00F76CC6"/>
    <w:rsid w:val="00F775FC"/>
    <w:rsid w:val="00F83D7C"/>
    <w:rsid w:val="00FA12BB"/>
    <w:rsid w:val="00FB232E"/>
    <w:rsid w:val="00FB6635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848B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583FC3-C67C-451C-A095-5EAC35A47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485</TotalTime>
  <Pages>4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53</cp:revision>
  <cp:lastPrinted>2016-05-27T05:21:00Z</cp:lastPrinted>
  <dcterms:created xsi:type="dcterms:W3CDTF">2019-07-21T23:08:00Z</dcterms:created>
  <dcterms:modified xsi:type="dcterms:W3CDTF">2020-02-05T22:08:00Z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